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6DAE9EF3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2966D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3DAB1E7" w14:textId="77777777" w:rsidR="002966DF" w:rsidRPr="006B56FD" w:rsidRDefault="00381365" w:rsidP="002966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966DF">
              <w:rPr>
                <w:rFonts w:asciiTheme="minorHAnsi" w:hAnsiTheme="minorHAnsi" w:cstheme="minorHAnsi"/>
                <w:b/>
              </w:rPr>
              <w:t>Białystok</w:t>
            </w:r>
          </w:p>
          <w:p w14:paraId="67E7C2F5" w14:textId="77777777" w:rsidR="002966DF" w:rsidRDefault="002966DF" w:rsidP="00296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2651FB8D" w14:textId="412F1B41" w:rsidR="00381365" w:rsidRPr="003C16EE" w:rsidRDefault="002966DF" w:rsidP="002966D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73D5E62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820E17">
        <w:rPr>
          <w:rFonts w:cstheme="minorHAnsi"/>
          <w:b/>
          <w:szCs w:val="18"/>
          <w:lang w:eastAsia="pl-PL"/>
        </w:rPr>
        <w:t>POST/DYS/OB/GZA/0252</w:t>
      </w:r>
      <w:r w:rsidR="00091D88">
        <w:rPr>
          <w:rFonts w:cstheme="minorHAnsi"/>
          <w:b/>
          <w:szCs w:val="18"/>
          <w:lang w:eastAsia="pl-PL"/>
        </w:rPr>
        <w:t>4</w:t>
      </w:r>
      <w:r w:rsidR="002966DF" w:rsidRPr="00EB6E7E">
        <w:rPr>
          <w:rFonts w:cstheme="minorHAnsi"/>
          <w:b/>
          <w:szCs w:val="18"/>
          <w:lang w:eastAsia="pl-PL"/>
        </w:rPr>
        <w:t>/2025</w:t>
      </w:r>
      <w:r w:rsidR="002966DF" w:rsidRPr="000855FF">
        <w:rPr>
          <w:rFonts w:cstheme="minorHAnsi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091D88" w:rsidRPr="00091D88">
        <w:rPr>
          <w:rFonts w:cstheme="minorHAnsi"/>
          <w:b/>
          <w:szCs w:val="18"/>
          <w:lang w:eastAsia="pl-PL"/>
        </w:rPr>
        <w:t xml:space="preserve">Opracowanie projektów budowlano-wykonawczych budowy sieci elektroenergetycznej </w:t>
      </w:r>
      <w:proofErr w:type="spellStart"/>
      <w:r w:rsidR="00091D88" w:rsidRPr="00091D88">
        <w:rPr>
          <w:rFonts w:cstheme="minorHAnsi"/>
          <w:b/>
          <w:szCs w:val="18"/>
          <w:lang w:eastAsia="pl-PL"/>
        </w:rPr>
        <w:t>nN</w:t>
      </w:r>
      <w:proofErr w:type="spellEnd"/>
      <w:r w:rsidR="00091D88" w:rsidRPr="00091D88">
        <w:rPr>
          <w:rFonts w:cstheme="minorHAnsi"/>
          <w:b/>
          <w:szCs w:val="18"/>
          <w:lang w:eastAsia="pl-PL"/>
        </w:rPr>
        <w:t xml:space="preserve"> na terenie działalności Rejonu Energetycznego Białystok Teren PGE Dystrybucja S.A. Oddział Białystok – 4 części</w:t>
      </w:r>
      <w:bookmarkStart w:id="6" w:name="_GoBack"/>
      <w:bookmarkEnd w:id="6"/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091D8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A019CA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D88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1F8D74F" w14:textId="77777777" w:rsidR="00091D88" w:rsidRDefault="00091D88" w:rsidP="00091D88">
          <w:pPr>
            <w:suppressAutoHyphens/>
            <w:ind w:right="187"/>
            <w:rPr>
              <w:sz w:val="16"/>
              <w:szCs w:val="16"/>
            </w:rPr>
          </w:pPr>
          <w:r w:rsidRPr="00EA7AEA">
            <w:rPr>
              <w:sz w:val="16"/>
              <w:szCs w:val="16"/>
            </w:rPr>
            <w:t xml:space="preserve">Opracowanie projektów budowlano-wykonawczych budowy sieci elektroenergetycznej </w:t>
          </w:r>
          <w:proofErr w:type="spellStart"/>
          <w:r w:rsidRPr="00EA7AEA">
            <w:rPr>
              <w:sz w:val="16"/>
              <w:szCs w:val="16"/>
            </w:rPr>
            <w:t>nN</w:t>
          </w:r>
          <w:proofErr w:type="spellEnd"/>
          <w:r w:rsidRPr="00EA7AEA">
            <w:rPr>
              <w:sz w:val="16"/>
              <w:szCs w:val="16"/>
            </w:rPr>
            <w:t xml:space="preserve"> na terenie działalności Rejonu Energetycznego Białystok Teren PGE Dystrybucja S.A. Oddział Białystok – 4 części</w:t>
          </w:r>
        </w:p>
        <w:p w14:paraId="3268C5D8" w14:textId="77777777" w:rsidR="00091D88" w:rsidRPr="006B2C28" w:rsidRDefault="00091D88" w:rsidP="00091D8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OST/DYS/OB/GZA/02524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608A3AA6" w:rsidR="00347E8D" w:rsidRPr="006B2C28" w:rsidRDefault="00347E8D" w:rsidP="009A54D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CA9B2B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1D88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66DF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0E17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54D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2524 - Załącznik nr 9 do SWZ.docx</dmsv2BaseFileName>
    <dmsv2BaseDisplayName xmlns="http://schemas.microsoft.com/sharepoint/v3">2524 - Załącznik nr 9 do SWZ</dmsv2BaseDisplayName>
    <dmsv2SWPP2ObjectNumber xmlns="http://schemas.microsoft.com/sharepoint/v3">POST/DYS/OB/GZA/02524/2025                        </dmsv2SWPP2ObjectNumber>
    <dmsv2SWPP2SumMD5 xmlns="http://schemas.microsoft.com/sharepoint/v3">14bcbbe58b08d32ff7306e18d3afcbff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22865918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XD3KHSRJV2AP-1441292327-5403</_dlc_DocId>
    <_dlc_DocIdUrl xmlns="a19cb1c7-c5c7-46d4-85ae-d83685407bba">
      <Url>https://swpp2.dms.gkpge.pl/sites/38/_layouts/15/DocIdRedir.aspx?ID=XD3KHSRJV2AP-1441292327-5403</Url>
      <Description>XD3KHSRJV2AP-1441292327-5403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A50D2C-0ED4-489F-900C-FA4441B675F4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A539B7-93BD-4D7F-8108-E36CE28AE6B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1E93AA5-AFBF-4605-A25B-1E68DBC982C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58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13</cp:revision>
  <cp:lastPrinted>2024-07-15T11:21:00Z</cp:lastPrinted>
  <dcterms:created xsi:type="dcterms:W3CDTF">2025-01-15T13:15:00Z</dcterms:created>
  <dcterms:modified xsi:type="dcterms:W3CDTF">2025-07-05T10:37:00Z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828cdad3-d252-48da-808b-bdd3276f4995</vt:lpwstr>
  </property>
</Properties>
</file>